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183E7D" w:rsidRDefault="00183E7D" w:rsidP="006C2343">
      <w:pPr>
        <w:pStyle w:val="Tituldatum"/>
        <w:rPr>
          <w:rStyle w:val="Tun"/>
        </w:rPr>
      </w:pPr>
      <w:r w:rsidRPr="00E853D2">
        <w:rPr>
          <w:rStyle w:val="Tun"/>
        </w:rPr>
        <w:t>Soubor staveb</w:t>
      </w:r>
      <w:r>
        <w:rPr>
          <w:rStyle w:val="Tun"/>
        </w:rPr>
        <w:t xml:space="preserve">: </w:t>
      </w:r>
    </w:p>
    <w:p w:rsidR="00183E7D" w:rsidRDefault="00183E7D" w:rsidP="006C2343">
      <w:pPr>
        <w:pStyle w:val="Tituldatum"/>
      </w:pPr>
      <w:r w:rsidRPr="00E853D2">
        <w:rPr>
          <w:b/>
        </w:rPr>
        <w:t>„Výstavba PZS v km 55,226 trati Veselí nad Lužnicí - Jihlava“</w:t>
      </w:r>
      <w:r w:rsidRPr="005351BF">
        <w:t xml:space="preserve"> </w:t>
      </w:r>
    </w:p>
    <w:p w:rsidR="00183E7D" w:rsidRDefault="00183E7D" w:rsidP="006C2343">
      <w:pPr>
        <w:pStyle w:val="Tituldatum"/>
        <w:rPr>
          <w:b/>
        </w:rPr>
      </w:pPr>
      <w:r w:rsidRPr="00E853D2">
        <w:rPr>
          <w:b/>
        </w:rPr>
        <w:t xml:space="preserve">a </w:t>
      </w:r>
    </w:p>
    <w:p w:rsidR="000008ED" w:rsidRDefault="00183E7D" w:rsidP="006C2343">
      <w:pPr>
        <w:pStyle w:val="Tituldatum"/>
      </w:pPr>
      <w:r w:rsidRPr="00E853D2">
        <w:rPr>
          <w:b/>
        </w:rPr>
        <w:t xml:space="preserve">„Náhrada KO za PN v </w:t>
      </w:r>
      <w:proofErr w:type="spellStart"/>
      <w:r w:rsidRPr="00E853D2">
        <w:rPr>
          <w:b/>
        </w:rPr>
        <w:t>žst</w:t>
      </w:r>
      <w:proofErr w:type="spellEnd"/>
      <w:r w:rsidRPr="00E853D2">
        <w:rPr>
          <w:b/>
        </w:rPr>
        <w:t>. Jihlávka“</w:t>
      </w: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DA3447">
        <w:t xml:space="preserve">Datum vydání: </w:t>
      </w:r>
      <w:r w:rsidRPr="00DA3447">
        <w:tab/>
      </w:r>
      <w:r w:rsidR="007201EB">
        <w:t>5. 10</w:t>
      </w:r>
      <w:r w:rsidRPr="00DA3447">
        <w:t>. 20</w:t>
      </w:r>
      <w:r w:rsidR="00DA3447" w:rsidRPr="00DA3447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DA7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2B4264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>X</w:t>
      </w:r>
      <w:r w:rsidR="002B4264">
        <w:t>LS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F0" w:rsidRDefault="00CC4EF0" w:rsidP="00962258">
      <w:pPr>
        <w:spacing w:after="0" w:line="240" w:lineRule="auto"/>
      </w:pPr>
      <w:r>
        <w:separator/>
      </w:r>
    </w:p>
  </w:endnote>
  <w:endnote w:type="continuationSeparator" w:id="0">
    <w:p w:rsidR="00CC4EF0" w:rsidRDefault="00CC4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2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2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F0EF4" w:rsidP="00C87634">
          <w:pPr>
            <w:pStyle w:val="Zpatvlevo"/>
          </w:pP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F0EF4" w:rsidP="00C87634">
          <w:pPr>
            <w:pStyle w:val="Zpatvpravo"/>
          </w:pP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2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2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F0" w:rsidRDefault="00CC4EF0" w:rsidP="00962258">
      <w:pPr>
        <w:spacing w:after="0" w:line="240" w:lineRule="auto"/>
      </w:pPr>
      <w:r>
        <w:separator/>
      </w:r>
    </w:p>
  </w:footnote>
  <w:footnote w:type="continuationSeparator" w:id="0">
    <w:p w:rsidR="00CC4EF0" w:rsidRDefault="00CC4E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52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83E7D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4264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D410A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28AE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177F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01EB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175A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7994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02DA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0AB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36F8"/>
    <w:rsid w:val="00CC4EF0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447"/>
    <w:rsid w:val="00DA3711"/>
    <w:rsid w:val="00DA7218"/>
    <w:rsid w:val="00DD46F3"/>
    <w:rsid w:val="00DE51A5"/>
    <w:rsid w:val="00DE56F2"/>
    <w:rsid w:val="00DF116D"/>
    <w:rsid w:val="00DF4DDD"/>
    <w:rsid w:val="00E01DEF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475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R%20-%20Zhotoven&#237;%20stavby\R_Zhotoven&#237;_stavby_NE-FIDIC\KSP_R_VZOR_200228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90E568-91D2-40A8-86C2-FC70162D9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</Template>
  <TotalTime>4</TotalTime>
  <Pages>6</Pages>
  <Words>1822</Words>
  <Characters>10753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Heuer Jiří, Bc.</dc:creator>
  <cp:lastModifiedBy>Rečková Radomíra, Ing.</cp:lastModifiedBy>
  <cp:revision>6</cp:revision>
  <cp:lastPrinted>2019-03-13T10:28:00Z</cp:lastPrinted>
  <dcterms:created xsi:type="dcterms:W3CDTF">2020-10-20T11:18:00Z</dcterms:created>
  <dcterms:modified xsi:type="dcterms:W3CDTF">2020-10-20T11:54:00Z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